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rPr>
          <w:sz w:val="21"/>
        </w:rPr>
        <w:drawing>
          <wp:anchor distT="0" distB="0" distL="114300" distR="114300" simplePos="0" relativeHeight="251859968" behindDoc="0" locked="0" layoutInCell="1" allowOverlap="1">
            <wp:simplePos x="0" y="0"/>
            <wp:positionH relativeFrom="column">
              <wp:posOffset>1759585</wp:posOffset>
            </wp:positionH>
            <wp:positionV relativeFrom="paragraph">
              <wp:posOffset>2181860</wp:posOffset>
            </wp:positionV>
            <wp:extent cx="1802765" cy="1802130"/>
            <wp:effectExtent l="0" t="0" r="0" b="0"/>
            <wp:wrapNone/>
            <wp:docPr id="67" name="图片 67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2765" cy="1802130"/>
                    </a:xfrm>
                    <a:prstGeom prst="ellipse">
                      <a:avLst/>
                    </a:prstGeom>
                    <a:ln w="2857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8105140</wp:posOffset>
                </wp:positionV>
                <wp:extent cx="237490" cy="237490"/>
                <wp:effectExtent l="6350" t="6350" r="22860" b="2286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90" cy="237490"/>
                          <a:chOff x="4064" y="14487"/>
                          <a:chExt cx="374" cy="374"/>
                        </a:xfrm>
                      </wpg:grpSpPr>
                      <wps:wsp>
                        <wps:cNvPr id="19" name="椭圆 7"/>
                        <wps:cNvSpPr/>
                        <wps:spPr>
                          <a:xfrm>
                            <a:off x="4064" y="14487"/>
                            <a:ext cx="375" cy="3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448AD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4" name="信息"/>
                        <wps:cNvSpPr/>
                        <wps:spPr>
                          <a:xfrm>
                            <a:off x="4149" y="14606"/>
                            <a:ext cx="205" cy="13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8AD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.05pt;margin-top:638.2pt;height:18.7pt;width:18.7pt;z-index:251873280;mso-width-relative:page;mso-height-relative:page;" coordorigin="4064,14487" coordsize="374,374" o:gfxdata="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">
                <o:lock v:ext="edit" aspectratio="f"/>
                <v:shape id="椭圆 7" o:spid="_x0000_s1026" o:spt="3" type="#_x0000_t3" style="position:absolute;left:4064;top:14487;height:375;width:375;v-text-anchor:middle;" filled="f" stroked="t" coordsize="21600,21600" o:gfxdata="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bXw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448AD7 [3204]" miterlimit="8" joinstyle="miter"/>
                  <v:imagedata o:title=""/>
                  <o:lock v:ext="edit" aspectratio="f"/>
                </v:shape>
                <v:shape id="信息" o:spid="_x0000_s1026" o:spt="100" style="position:absolute;left:4149;top:14606;height:137;width:205;v-text-anchor:middle;" fillcolor="#448AD7" filled="t" stroked="f" coordsize="4974795,3320682" o:gfxdata="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1x4u8AAAA&#10;3AAAAA8AAAAAAAAAAQAgAAAAIgAAAGRycy9kb3ducmV2LnhtbFBLAQIUABQAAAAIAIdO4kAzLwWe&#10;OwAAADkAAAAQAAAAAAAAAAEAIAAAAAsBAABkcnMvc2hhcGV4bWwueG1sUEsFBgAAAAAGAAYAWwEA&#10;ALUDAAAAAA==&#10;" path="m1897867,1805825l2485737,2315734,3073607,1805825,4820061,3320682,151413,3320682xm0,159634l1788328,1710812,0,3261996xm4974795,156753l4974795,3264872,3183146,1710812xm35040,0l4936434,0,2485737,212570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7671435</wp:posOffset>
                </wp:positionV>
                <wp:extent cx="237490" cy="237490"/>
                <wp:effectExtent l="6350" t="6350" r="22860" b="2286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90" cy="237490"/>
                          <a:chOff x="4064" y="13804"/>
                          <a:chExt cx="374" cy="374"/>
                        </a:xfrm>
                      </wpg:grpSpPr>
                      <wps:wsp>
                        <wps:cNvPr id="14" name="椭圆 7"/>
                        <wps:cNvSpPr/>
                        <wps:spPr>
                          <a:xfrm>
                            <a:off x="4064" y="13804"/>
                            <a:ext cx="375" cy="3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448AD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5" name="电话"/>
                        <wps:cNvSpPr/>
                        <wps:spPr>
                          <a:xfrm>
                            <a:off x="4176" y="13880"/>
                            <a:ext cx="152" cy="223"/>
                          </a:xfrm>
                          <a:custGeom>
                            <a:avLst/>
                            <a:gdLst>
                              <a:gd name="connsiteX0" fmla="*/ 608252 w 1978606"/>
                              <a:gd name="connsiteY0" fmla="*/ 0 h 3092264"/>
                              <a:gd name="connsiteX1" fmla="*/ 720410 w 1978606"/>
                              <a:gd name="connsiteY1" fmla="*/ 112000 h 3092264"/>
                              <a:gd name="connsiteX2" fmla="*/ 877432 w 1978606"/>
                              <a:gd name="connsiteY2" fmla="*/ 672000 h 3092264"/>
                              <a:gd name="connsiteX3" fmla="*/ 832568 w 1978606"/>
                              <a:gd name="connsiteY3" fmla="*/ 828801 h 3092264"/>
                              <a:gd name="connsiteX4" fmla="*/ 563388 w 1978606"/>
                              <a:gd name="connsiteY4" fmla="*/ 985601 h 3092264"/>
                              <a:gd name="connsiteX5" fmla="*/ 1079317 w 1978606"/>
                              <a:gd name="connsiteY5" fmla="*/ 2172802 h 3092264"/>
                              <a:gd name="connsiteX6" fmla="*/ 1337349 w 1978606"/>
                              <a:gd name="connsiteY6" fmla="*/ 2010428 h 3092264"/>
                              <a:gd name="connsiteX7" fmla="*/ 1505519 w 1978606"/>
                              <a:gd name="connsiteY7" fmla="*/ 2038402 h 3092264"/>
                              <a:gd name="connsiteX8" fmla="*/ 1931721 w 1978606"/>
                              <a:gd name="connsiteY8" fmla="*/ 2464003 h 3092264"/>
                              <a:gd name="connsiteX9" fmla="*/ 1954153 w 1978606"/>
                              <a:gd name="connsiteY9" fmla="*/ 2620803 h 3092264"/>
                              <a:gd name="connsiteX10" fmla="*/ 1707404 w 1978606"/>
                              <a:gd name="connsiteY10" fmla="*/ 3001603 h 3092264"/>
                              <a:gd name="connsiteX11" fmla="*/ 1483087 w 1978606"/>
                              <a:gd name="connsiteY11" fmla="*/ 3046403 h 3092264"/>
                              <a:gd name="connsiteX12" fmla="*/ 2596 w 1978606"/>
                              <a:gd name="connsiteY12" fmla="*/ 179200 h 3092264"/>
                              <a:gd name="connsiteX13" fmla="*/ 159618 w 1978606"/>
                              <a:gd name="connsiteY13" fmla="*/ 44800 h 3092264"/>
                              <a:gd name="connsiteX14" fmla="*/ 608252 w 1978606"/>
                              <a:gd name="connsiteY14" fmla="*/ 0 h 3092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978606" h="3092264">
                                <a:moveTo>
                                  <a:pt x="608252" y="0"/>
                                </a:moveTo>
                                <a:cubicBezTo>
                                  <a:pt x="675547" y="0"/>
                                  <a:pt x="697978" y="44800"/>
                                  <a:pt x="720410" y="112000"/>
                                </a:cubicBezTo>
                                <a:cubicBezTo>
                                  <a:pt x="787705" y="291200"/>
                                  <a:pt x="832568" y="492800"/>
                                  <a:pt x="877432" y="672000"/>
                                </a:cubicBezTo>
                                <a:cubicBezTo>
                                  <a:pt x="899864" y="761601"/>
                                  <a:pt x="877432" y="806401"/>
                                  <a:pt x="832568" y="828801"/>
                                </a:cubicBezTo>
                                <a:cubicBezTo>
                                  <a:pt x="742842" y="896001"/>
                                  <a:pt x="653115" y="940801"/>
                                  <a:pt x="563388" y="985601"/>
                                </a:cubicBezTo>
                                <a:cubicBezTo>
                                  <a:pt x="563388" y="1388801"/>
                                  <a:pt x="675547" y="1747202"/>
                                  <a:pt x="1079317" y="2172802"/>
                                </a:cubicBezTo>
                                <a:cubicBezTo>
                                  <a:pt x="1169044" y="2105602"/>
                                  <a:pt x="1270188" y="2055228"/>
                                  <a:pt x="1337349" y="2010428"/>
                                </a:cubicBezTo>
                                <a:cubicBezTo>
                                  <a:pt x="1404510" y="1965628"/>
                                  <a:pt x="1454947" y="1993602"/>
                                  <a:pt x="1505519" y="2038402"/>
                                </a:cubicBezTo>
                                <a:cubicBezTo>
                                  <a:pt x="1640109" y="2172802"/>
                                  <a:pt x="1797131" y="2307202"/>
                                  <a:pt x="1931721" y="2464003"/>
                                </a:cubicBezTo>
                                <a:cubicBezTo>
                                  <a:pt x="1976584" y="2508803"/>
                                  <a:pt x="1999016" y="2576003"/>
                                  <a:pt x="1954153" y="2620803"/>
                                </a:cubicBezTo>
                                <a:cubicBezTo>
                                  <a:pt x="1864426" y="2755203"/>
                                  <a:pt x="1797131" y="2867203"/>
                                  <a:pt x="1707404" y="3001603"/>
                                </a:cubicBezTo>
                                <a:cubicBezTo>
                                  <a:pt x="1640109" y="3113603"/>
                                  <a:pt x="1572814" y="3113603"/>
                                  <a:pt x="1483087" y="3046403"/>
                                </a:cubicBezTo>
                                <a:cubicBezTo>
                                  <a:pt x="496093" y="2329602"/>
                                  <a:pt x="-42267" y="1568002"/>
                                  <a:pt x="2596" y="179200"/>
                                </a:cubicBezTo>
                                <a:cubicBezTo>
                                  <a:pt x="2596" y="89600"/>
                                  <a:pt x="25028" y="44800"/>
                                  <a:pt x="159618" y="44800"/>
                                </a:cubicBezTo>
                                <a:cubicBezTo>
                                  <a:pt x="294208" y="22400"/>
                                  <a:pt x="451230" y="0"/>
                                  <a:pt x="6082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48AD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.05pt;margin-top:604.05pt;height:18.7pt;width:18.7pt;z-index:251872256;mso-width-relative:page;mso-height-relative:page;" coordorigin="4064,13804" coordsize="374,374" o:gfxdata="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">
                <o:lock v:ext="edit" aspectratio="f"/>
                <v:shape id="椭圆 7" o:spid="_x0000_s1026" o:spt="3" type="#_x0000_t3" style="position:absolute;left:4064;top:13804;height:375;width:375;v-text-anchor:middle;" filled="f" stroked="t" coordsize="21600,21600" o:gfxdata="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Qab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448AD7 [3204]" miterlimit="8" joinstyle="miter"/>
                  <v:imagedata o:title=""/>
                  <o:lock v:ext="edit" aspectratio="f"/>
                </v:shape>
                <v:shape id="电话" o:spid="_x0000_s1026" o:spt="100" style="position:absolute;left:4176;top:13880;height:223;width:152;v-text-anchor:middle;" fillcolor="#448AD7" filled="t" stroked="f" coordsize="1978606,3092264" o:gfxdata="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Nu8r4A&#10;AADcAAAADwAAAAAAAAABACAAAAAiAAAAZHJzL2Rvd25yZXYueG1sUEsBAhQAFAAAAAgAh07iQDMv&#10;BZ47AAAAOQAAABAAAAAAAAAAAQAgAAAADQEAAGRycy9zaGFwZXhtbC54bWxQSwUGAAAAAAYABgBb&#10;AQAAtwMAAAAA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  <v:path o:connectlocs="46,0;55,8;67,48;63,59;43,71;82,156;102,144;115,147;148,177;150,189;131,216;113,219;0,12;12,3;46,0" o:connectangles="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7227570</wp:posOffset>
                </wp:positionV>
                <wp:extent cx="237490" cy="237490"/>
                <wp:effectExtent l="6350" t="6350" r="22860" b="2286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90" cy="237490"/>
                          <a:chOff x="4064" y="13105"/>
                          <a:chExt cx="374" cy="374"/>
                        </a:xfrm>
                      </wpg:grpSpPr>
                      <wps:wsp>
                        <wps:cNvPr id="10" name="椭圆 7"/>
                        <wps:cNvSpPr/>
                        <wps:spPr>
                          <a:xfrm>
                            <a:off x="4064" y="13105"/>
                            <a:ext cx="375" cy="3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448AD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6" name="左上箭头"/>
                        <wps:cNvSpPr/>
                        <wps:spPr bwMode="auto">
                          <a:xfrm>
                            <a:off x="4148" y="13189"/>
                            <a:ext cx="207" cy="207"/>
                          </a:xfrm>
                          <a:custGeom>
                            <a:avLst/>
                            <a:gdLst>
                              <a:gd name="T0" fmla="*/ 253 w 452"/>
                              <a:gd name="T1" fmla="*/ 2 h 452"/>
                              <a:gd name="T2" fmla="*/ 295 w 452"/>
                              <a:gd name="T3" fmla="*/ 10 h 452"/>
                              <a:gd name="T4" fmla="*/ 335 w 452"/>
                              <a:gd name="T5" fmla="*/ 27 h 452"/>
                              <a:gd name="T6" fmla="*/ 370 w 452"/>
                              <a:gd name="T7" fmla="*/ 50 h 452"/>
                              <a:gd name="T8" fmla="*/ 402 w 452"/>
                              <a:gd name="T9" fmla="*/ 82 h 452"/>
                              <a:gd name="T10" fmla="*/ 427 w 452"/>
                              <a:gd name="T11" fmla="*/ 119 h 452"/>
                              <a:gd name="T12" fmla="*/ 442 w 452"/>
                              <a:gd name="T13" fmla="*/ 159 h 452"/>
                              <a:gd name="T14" fmla="*/ 452 w 452"/>
                              <a:gd name="T15" fmla="*/ 203 h 452"/>
                              <a:gd name="T16" fmla="*/ 450 w 452"/>
                              <a:gd name="T17" fmla="*/ 249 h 452"/>
                              <a:gd name="T18" fmla="*/ 442 w 452"/>
                              <a:gd name="T19" fmla="*/ 291 h 452"/>
                              <a:gd name="T20" fmla="*/ 427 w 452"/>
                              <a:gd name="T21" fmla="*/ 331 h 452"/>
                              <a:gd name="T22" fmla="*/ 402 w 452"/>
                              <a:gd name="T23" fmla="*/ 368 h 452"/>
                              <a:gd name="T24" fmla="*/ 370 w 452"/>
                              <a:gd name="T25" fmla="*/ 400 h 452"/>
                              <a:gd name="T26" fmla="*/ 333 w 452"/>
                              <a:gd name="T27" fmla="*/ 425 h 452"/>
                              <a:gd name="T28" fmla="*/ 293 w 452"/>
                              <a:gd name="T29" fmla="*/ 442 h 452"/>
                              <a:gd name="T30" fmla="*/ 249 w 452"/>
                              <a:gd name="T31" fmla="*/ 450 h 452"/>
                              <a:gd name="T32" fmla="*/ 203 w 452"/>
                              <a:gd name="T33" fmla="*/ 450 h 452"/>
                              <a:gd name="T34" fmla="*/ 159 w 452"/>
                              <a:gd name="T35" fmla="*/ 442 h 452"/>
                              <a:gd name="T36" fmla="*/ 119 w 452"/>
                              <a:gd name="T37" fmla="*/ 425 h 452"/>
                              <a:gd name="T38" fmla="*/ 82 w 452"/>
                              <a:gd name="T39" fmla="*/ 400 h 452"/>
                              <a:gd name="T40" fmla="*/ 50 w 452"/>
                              <a:gd name="T41" fmla="*/ 368 h 452"/>
                              <a:gd name="T42" fmla="*/ 25 w 452"/>
                              <a:gd name="T43" fmla="*/ 331 h 452"/>
                              <a:gd name="T44" fmla="*/ 10 w 452"/>
                              <a:gd name="T45" fmla="*/ 291 h 452"/>
                              <a:gd name="T46" fmla="*/ 0 w 452"/>
                              <a:gd name="T47" fmla="*/ 249 h 452"/>
                              <a:gd name="T48" fmla="*/ 44 w 452"/>
                              <a:gd name="T49" fmla="*/ 226 h 452"/>
                              <a:gd name="T50" fmla="*/ 57 w 452"/>
                              <a:gd name="T51" fmla="*/ 295 h 452"/>
                              <a:gd name="T52" fmla="*/ 98 w 452"/>
                              <a:gd name="T53" fmla="*/ 354 h 452"/>
                              <a:gd name="T54" fmla="*/ 157 w 452"/>
                              <a:gd name="T55" fmla="*/ 393 h 452"/>
                              <a:gd name="T56" fmla="*/ 226 w 452"/>
                              <a:gd name="T57" fmla="*/ 406 h 452"/>
                              <a:gd name="T58" fmla="*/ 295 w 452"/>
                              <a:gd name="T59" fmla="*/ 393 h 452"/>
                              <a:gd name="T60" fmla="*/ 354 w 452"/>
                              <a:gd name="T61" fmla="*/ 354 h 452"/>
                              <a:gd name="T62" fmla="*/ 395 w 452"/>
                              <a:gd name="T63" fmla="*/ 295 h 452"/>
                              <a:gd name="T64" fmla="*/ 406 w 452"/>
                              <a:gd name="T65" fmla="*/ 226 h 452"/>
                              <a:gd name="T66" fmla="*/ 395 w 452"/>
                              <a:gd name="T67" fmla="*/ 157 h 452"/>
                              <a:gd name="T68" fmla="*/ 354 w 452"/>
                              <a:gd name="T69" fmla="*/ 98 h 452"/>
                              <a:gd name="T70" fmla="*/ 297 w 452"/>
                              <a:gd name="T71" fmla="*/ 59 h 452"/>
                              <a:gd name="T72" fmla="*/ 230 w 452"/>
                              <a:gd name="T73" fmla="*/ 46 h 452"/>
                              <a:gd name="T74" fmla="*/ 230 w 452"/>
                              <a:gd name="T75" fmla="*/ 0 h 452"/>
                              <a:gd name="T76" fmla="*/ 159 w 452"/>
                              <a:gd name="T77" fmla="*/ 0 h 452"/>
                              <a:gd name="T78" fmla="*/ 241 w 452"/>
                              <a:gd name="T79" fmla="*/ 211 h 452"/>
                              <a:gd name="T80" fmla="*/ 63 w 452"/>
                              <a:gd name="T81" fmla="*/ 96 h 452"/>
                              <a:gd name="T82" fmla="*/ 0 w 452"/>
                              <a:gd name="T83" fmla="*/ 0 h 4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452" h="452">
                                <a:moveTo>
                                  <a:pt x="230" y="0"/>
                                </a:moveTo>
                                <a:lnTo>
                                  <a:pt x="253" y="2"/>
                                </a:lnTo>
                                <a:lnTo>
                                  <a:pt x="274" y="4"/>
                                </a:lnTo>
                                <a:lnTo>
                                  <a:pt x="295" y="10"/>
                                </a:lnTo>
                                <a:lnTo>
                                  <a:pt x="314" y="17"/>
                                </a:lnTo>
                                <a:lnTo>
                                  <a:pt x="335" y="27"/>
                                </a:lnTo>
                                <a:lnTo>
                                  <a:pt x="352" y="36"/>
                                </a:lnTo>
                                <a:lnTo>
                                  <a:pt x="370" y="50"/>
                                </a:lnTo>
                                <a:lnTo>
                                  <a:pt x="387" y="67"/>
                                </a:lnTo>
                                <a:lnTo>
                                  <a:pt x="402" y="82"/>
                                </a:lnTo>
                                <a:lnTo>
                                  <a:pt x="416" y="102"/>
                                </a:lnTo>
                                <a:lnTo>
                                  <a:pt x="427" y="119"/>
                                </a:lnTo>
                                <a:lnTo>
                                  <a:pt x="437" y="140"/>
                                </a:lnTo>
                                <a:lnTo>
                                  <a:pt x="442" y="159"/>
                                </a:lnTo>
                                <a:lnTo>
                                  <a:pt x="448" y="180"/>
                                </a:lnTo>
                                <a:lnTo>
                                  <a:pt x="452" y="203"/>
                                </a:lnTo>
                                <a:lnTo>
                                  <a:pt x="452" y="226"/>
                                </a:lnTo>
                                <a:lnTo>
                                  <a:pt x="450" y="249"/>
                                </a:lnTo>
                                <a:lnTo>
                                  <a:pt x="448" y="270"/>
                                </a:lnTo>
                                <a:lnTo>
                                  <a:pt x="442" y="291"/>
                                </a:lnTo>
                                <a:lnTo>
                                  <a:pt x="435" y="312"/>
                                </a:lnTo>
                                <a:lnTo>
                                  <a:pt x="427" y="331"/>
                                </a:lnTo>
                                <a:lnTo>
                                  <a:pt x="416" y="350"/>
                                </a:lnTo>
                                <a:lnTo>
                                  <a:pt x="402" y="368"/>
                                </a:lnTo>
                                <a:lnTo>
                                  <a:pt x="385" y="385"/>
                                </a:lnTo>
                                <a:lnTo>
                                  <a:pt x="370" y="400"/>
                                </a:lnTo>
                                <a:lnTo>
                                  <a:pt x="350" y="414"/>
                                </a:lnTo>
                                <a:lnTo>
                                  <a:pt x="333" y="425"/>
                                </a:lnTo>
                                <a:lnTo>
                                  <a:pt x="312" y="435"/>
                                </a:lnTo>
                                <a:lnTo>
                                  <a:pt x="293" y="442"/>
                                </a:lnTo>
                                <a:lnTo>
                                  <a:pt x="272" y="448"/>
                                </a:lnTo>
                                <a:lnTo>
                                  <a:pt x="249" y="450"/>
                                </a:lnTo>
                                <a:lnTo>
                                  <a:pt x="226" y="452"/>
                                </a:lnTo>
                                <a:lnTo>
                                  <a:pt x="203" y="450"/>
                                </a:lnTo>
                                <a:lnTo>
                                  <a:pt x="180" y="448"/>
                                </a:lnTo>
                                <a:lnTo>
                                  <a:pt x="159" y="442"/>
                                </a:lnTo>
                                <a:lnTo>
                                  <a:pt x="140" y="435"/>
                                </a:lnTo>
                                <a:lnTo>
                                  <a:pt x="119" y="425"/>
                                </a:lnTo>
                                <a:lnTo>
                                  <a:pt x="102" y="414"/>
                                </a:lnTo>
                                <a:lnTo>
                                  <a:pt x="82" y="400"/>
                                </a:lnTo>
                                <a:lnTo>
                                  <a:pt x="65" y="385"/>
                                </a:lnTo>
                                <a:lnTo>
                                  <a:pt x="50" y="368"/>
                                </a:lnTo>
                                <a:lnTo>
                                  <a:pt x="36" y="350"/>
                                </a:lnTo>
                                <a:lnTo>
                                  <a:pt x="25" y="331"/>
                                </a:lnTo>
                                <a:lnTo>
                                  <a:pt x="15" y="312"/>
                                </a:lnTo>
                                <a:lnTo>
                                  <a:pt x="10" y="291"/>
                                </a:lnTo>
                                <a:lnTo>
                                  <a:pt x="4" y="270"/>
                                </a:lnTo>
                                <a:lnTo>
                                  <a:pt x="0" y="249"/>
                                </a:lnTo>
                                <a:lnTo>
                                  <a:pt x="0" y="226"/>
                                </a:lnTo>
                                <a:lnTo>
                                  <a:pt x="44" y="226"/>
                                </a:lnTo>
                                <a:lnTo>
                                  <a:pt x="48" y="262"/>
                                </a:lnTo>
                                <a:lnTo>
                                  <a:pt x="57" y="295"/>
                                </a:lnTo>
                                <a:lnTo>
                                  <a:pt x="75" y="326"/>
                                </a:lnTo>
                                <a:lnTo>
                                  <a:pt x="98" y="354"/>
                                </a:lnTo>
                                <a:lnTo>
                                  <a:pt x="126" y="377"/>
                                </a:lnTo>
                                <a:lnTo>
                                  <a:pt x="157" y="393"/>
                                </a:lnTo>
                                <a:lnTo>
                                  <a:pt x="190" y="404"/>
                                </a:lnTo>
                                <a:lnTo>
                                  <a:pt x="226" y="406"/>
                                </a:lnTo>
                                <a:lnTo>
                                  <a:pt x="262" y="404"/>
                                </a:lnTo>
                                <a:lnTo>
                                  <a:pt x="295" y="393"/>
                                </a:lnTo>
                                <a:lnTo>
                                  <a:pt x="326" y="377"/>
                                </a:lnTo>
                                <a:lnTo>
                                  <a:pt x="354" y="354"/>
                                </a:lnTo>
                                <a:lnTo>
                                  <a:pt x="377" y="326"/>
                                </a:lnTo>
                                <a:lnTo>
                                  <a:pt x="395" y="295"/>
                                </a:lnTo>
                                <a:lnTo>
                                  <a:pt x="404" y="262"/>
                                </a:lnTo>
                                <a:lnTo>
                                  <a:pt x="406" y="226"/>
                                </a:lnTo>
                                <a:lnTo>
                                  <a:pt x="404" y="190"/>
                                </a:lnTo>
                                <a:lnTo>
                                  <a:pt x="395" y="157"/>
                                </a:lnTo>
                                <a:lnTo>
                                  <a:pt x="377" y="126"/>
                                </a:lnTo>
                                <a:lnTo>
                                  <a:pt x="354" y="98"/>
                                </a:lnTo>
                                <a:lnTo>
                                  <a:pt x="328" y="75"/>
                                </a:lnTo>
                                <a:lnTo>
                                  <a:pt x="297" y="59"/>
                                </a:lnTo>
                                <a:lnTo>
                                  <a:pt x="264" y="48"/>
                                </a:lnTo>
                                <a:lnTo>
                                  <a:pt x="230" y="46"/>
                                </a:lnTo>
                                <a:lnTo>
                                  <a:pt x="230" y="0"/>
                                </a:lnTo>
                                <a:lnTo>
                                  <a:pt x="230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59" y="0"/>
                                </a:lnTo>
                                <a:lnTo>
                                  <a:pt x="96" y="63"/>
                                </a:lnTo>
                                <a:lnTo>
                                  <a:pt x="241" y="211"/>
                                </a:lnTo>
                                <a:lnTo>
                                  <a:pt x="211" y="241"/>
                                </a:lnTo>
                                <a:lnTo>
                                  <a:pt x="63" y="96"/>
                                </a:lnTo>
                                <a:lnTo>
                                  <a:pt x="0" y="159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8AD7"/>
                          </a:solidFill>
                          <a:ln>
                            <a:noFill/>
                          </a:ln>
                        </wps:spPr>
                        <wps:bodyPr lIns="68580" tIns="34290" rIns="68580" bIns="34290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.05pt;margin-top:569.1pt;height:18.7pt;width:18.7pt;z-index:251869184;mso-width-relative:page;mso-height-relative:page;" coordorigin="4064,13105" coordsize="374,374" o:gfxdata="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">
                <o:lock v:ext="edit" aspectratio="f"/>
                <v:shape id="椭圆 7" o:spid="_x0000_s1026" o:spt="3" type="#_x0000_t3" style="position:absolute;left:4064;top:13105;height:375;width:375;v-text-anchor:middle;" filled="f" stroked="t" coordsize="21600,21600" o:gfxdata="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bxxt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448AD7 [3204]" miterlimit="8" joinstyle="miter"/>
                  <v:imagedata o:title=""/>
                  <o:lock v:ext="edit" aspectratio="f"/>
                </v:shape>
                <v:shape id="左上箭头" o:spid="_x0000_s1026" o:spt="100" style="position:absolute;left:4148;top:13189;height:207;width:207;v-text-anchor:middle;" fillcolor="#448AD7" filled="t" stroked="f" coordsize="452,452" o:gfxdata="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uSImvQAA&#10;ANwAAAAPAAAAAAAAAAEAIAAAACIAAABkcnMvZG93bnJldi54bWxQSwECFAAUAAAACACHTuJAMy8F&#10;njsAAAA5AAAAEAAAAAAAAAABACAAAAAMAQAAZHJzL3NoYXBleG1sLnhtbFBLBQYAAAAABgAGAFsB&#10;AAC2AwAAAAA=&#10;" path="m230,0l253,2,274,4,295,10,314,17,335,27,352,36,370,50,387,67,402,82,416,102,427,119,437,140,442,159,448,180,452,203,452,226,450,249,448,270,442,291,435,312,427,331,416,350,402,368,385,385,370,400,350,414,333,425,312,435,293,442,272,448,249,450,226,452,203,450,180,448,159,442,140,435,119,425,102,414,82,400,65,385,50,368,36,350,25,331,15,312,10,291,4,270,0,249,0,226,44,226,48,262,57,295,75,326,98,354,126,377,157,393,190,404,226,406,262,404,295,393,326,377,354,354,377,326,395,295,404,262,406,226,404,190,395,157,377,126,354,98,328,75,297,59,264,48,230,46,230,0,230,0xm0,0l159,0,96,63,241,211,211,241,63,96,0,159,0,0,0,0xe">
                  <v:path o:connectlocs="115,0;135,4;153,12;169,22;184,37;195,54;202,72;207,92;206,114;202,133;195,151;184,168;169,183;152,194;134,202;114,206;92,206;72,202;54,194;37,183;22,168;11,151;4,133;0,114;20,103;26,135;44,162;71,179;103,185;135,179;162,162;180,135;185,103;180,71;162,44;136,27;105,21;105,0;72,0;110,96;28,43;0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1.905mm,0.9525mm,1.905mm,0.9525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6787515</wp:posOffset>
                </wp:positionV>
                <wp:extent cx="237490" cy="237490"/>
                <wp:effectExtent l="6350" t="6350" r="22860" b="2286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90" cy="237490"/>
                          <a:chOff x="4064" y="12412"/>
                          <a:chExt cx="374" cy="374"/>
                        </a:xfrm>
                      </wpg:grpSpPr>
                      <wps:wsp>
                        <wps:cNvPr id="7" name="椭圆 7"/>
                        <wps:cNvSpPr/>
                        <wps:spPr>
                          <a:xfrm>
                            <a:off x="4064" y="12412"/>
                            <a:ext cx="375" cy="3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448AD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50" name="头像"/>
                        <wps:cNvSpPr/>
                        <wps:spPr bwMode="auto">
                          <a:xfrm>
                            <a:off x="4166" y="12486"/>
                            <a:ext cx="171" cy="228"/>
                          </a:xfrm>
                          <a:custGeom>
                            <a:avLst/>
                            <a:gdLst>
                              <a:gd name="T0" fmla="*/ 646796 w 5367"/>
                              <a:gd name="T1" fmla="*/ 843536 h 6897"/>
                              <a:gd name="T2" fmla="*/ 520861 w 5367"/>
                              <a:gd name="T3" fmla="*/ 880824 h 6897"/>
                              <a:gd name="T4" fmla="*/ 403764 w 5367"/>
                              <a:gd name="T5" fmla="*/ 946285 h 6897"/>
                              <a:gd name="T6" fmla="*/ 297714 w 5367"/>
                              <a:gd name="T7" fmla="*/ 1036605 h 6897"/>
                              <a:gd name="T8" fmla="*/ 204644 w 5367"/>
                              <a:gd name="T9" fmla="*/ 1149850 h 6897"/>
                              <a:gd name="T10" fmla="*/ 126487 w 5367"/>
                              <a:gd name="T11" fmla="*/ 1282429 h 6897"/>
                              <a:gd name="T12" fmla="*/ 65729 w 5367"/>
                              <a:gd name="T13" fmla="*/ 1432134 h 6897"/>
                              <a:gd name="T14" fmla="*/ 23475 w 5367"/>
                              <a:gd name="T15" fmla="*/ 1595648 h 6897"/>
                              <a:gd name="T16" fmla="*/ 2209 w 5367"/>
                              <a:gd name="T17" fmla="*/ 1771316 h 6897"/>
                              <a:gd name="T18" fmla="*/ 1481389 w 5367"/>
                              <a:gd name="T19" fmla="*/ 1905000 h 6897"/>
                              <a:gd name="T20" fmla="*/ 1480009 w 5367"/>
                              <a:gd name="T21" fmla="*/ 1771316 h 6897"/>
                              <a:gd name="T22" fmla="*/ 1459020 w 5367"/>
                              <a:gd name="T23" fmla="*/ 1595648 h 6897"/>
                              <a:gd name="T24" fmla="*/ 1417041 w 5367"/>
                              <a:gd name="T25" fmla="*/ 1432134 h 6897"/>
                              <a:gd name="T26" fmla="*/ 1355731 w 5367"/>
                              <a:gd name="T27" fmla="*/ 1282429 h 6897"/>
                              <a:gd name="T28" fmla="*/ 1277850 w 5367"/>
                              <a:gd name="T29" fmla="*/ 1149850 h 6897"/>
                              <a:gd name="T30" fmla="*/ 1184780 w 5367"/>
                              <a:gd name="T31" fmla="*/ 1036605 h 6897"/>
                              <a:gd name="T32" fmla="*/ 1078730 w 5367"/>
                              <a:gd name="T33" fmla="*/ 946285 h 6897"/>
                              <a:gd name="T34" fmla="*/ 961633 w 5367"/>
                              <a:gd name="T35" fmla="*/ 880824 h 6897"/>
                              <a:gd name="T36" fmla="*/ 835422 w 5367"/>
                              <a:gd name="T37" fmla="*/ 843536 h 6897"/>
                              <a:gd name="T38" fmla="*/ 747875 w 5367"/>
                              <a:gd name="T39" fmla="*/ 731120 h 6897"/>
                              <a:gd name="T40" fmla="*/ 805043 w 5367"/>
                              <a:gd name="T41" fmla="*/ 726701 h 6897"/>
                              <a:gd name="T42" fmla="*/ 868286 w 5367"/>
                              <a:gd name="T43" fmla="*/ 711786 h 6897"/>
                              <a:gd name="T44" fmla="*/ 926559 w 5367"/>
                              <a:gd name="T45" fmla="*/ 686927 h 6897"/>
                              <a:gd name="T46" fmla="*/ 979032 w 5367"/>
                              <a:gd name="T47" fmla="*/ 653230 h 6897"/>
                              <a:gd name="T48" fmla="*/ 1024876 w 5367"/>
                              <a:gd name="T49" fmla="*/ 611246 h 6897"/>
                              <a:gd name="T50" fmla="*/ 1063264 w 5367"/>
                              <a:gd name="T51" fmla="*/ 562358 h 6897"/>
                              <a:gd name="T52" fmla="*/ 1092815 w 5367"/>
                              <a:gd name="T53" fmla="*/ 507945 h 6897"/>
                              <a:gd name="T54" fmla="*/ 1112699 w 5367"/>
                              <a:gd name="T55" fmla="*/ 448008 h 6897"/>
                              <a:gd name="T56" fmla="*/ 1121813 w 5367"/>
                              <a:gd name="T57" fmla="*/ 384204 h 6897"/>
                              <a:gd name="T58" fmla="*/ 1120432 w 5367"/>
                              <a:gd name="T59" fmla="*/ 328134 h 6897"/>
                              <a:gd name="T60" fmla="*/ 1108004 w 5367"/>
                              <a:gd name="T61" fmla="*/ 265711 h 6897"/>
                              <a:gd name="T62" fmla="*/ 1085358 w 5367"/>
                              <a:gd name="T63" fmla="*/ 207155 h 6897"/>
                              <a:gd name="T64" fmla="*/ 1053322 w 5367"/>
                              <a:gd name="T65" fmla="*/ 153847 h 6897"/>
                              <a:gd name="T66" fmla="*/ 1012725 w 5367"/>
                              <a:gd name="T67" fmla="*/ 107168 h 6897"/>
                              <a:gd name="T68" fmla="*/ 964671 w 5367"/>
                              <a:gd name="T69" fmla="*/ 67395 h 6897"/>
                              <a:gd name="T70" fmla="*/ 910541 w 5367"/>
                              <a:gd name="T71" fmla="*/ 36183 h 6897"/>
                              <a:gd name="T72" fmla="*/ 850335 w 5367"/>
                              <a:gd name="T73" fmla="*/ 14087 h 6897"/>
                              <a:gd name="T74" fmla="*/ 786263 w 5367"/>
                              <a:gd name="T75" fmla="*/ 1933 h 6897"/>
                              <a:gd name="T76" fmla="*/ 728819 w 5367"/>
                              <a:gd name="T77" fmla="*/ 276 h 6897"/>
                              <a:gd name="T78" fmla="*/ 663366 w 5367"/>
                              <a:gd name="T79" fmla="*/ 9391 h 6897"/>
                              <a:gd name="T80" fmla="*/ 602332 w 5367"/>
                              <a:gd name="T81" fmla="*/ 28726 h 6897"/>
                              <a:gd name="T82" fmla="*/ 546545 w 5367"/>
                              <a:gd name="T83" fmla="*/ 57451 h 6897"/>
                              <a:gd name="T84" fmla="*/ 496282 w 5367"/>
                              <a:gd name="T85" fmla="*/ 95015 h 6897"/>
                              <a:gd name="T86" fmla="*/ 453751 w 5367"/>
                              <a:gd name="T87" fmla="*/ 139761 h 6897"/>
                              <a:gd name="T88" fmla="*/ 418954 w 5367"/>
                              <a:gd name="T89" fmla="*/ 191411 h 6897"/>
                              <a:gd name="T90" fmla="*/ 393546 w 5367"/>
                              <a:gd name="T91" fmla="*/ 248310 h 6897"/>
                              <a:gd name="T92" fmla="*/ 378356 w 5367"/>
                              <a:gd name="T93" fmla="*/ 309628 h 6897"/>
                              <a:gd name="T94" fmla="*/ 373938 w 5367"/>
                              <a:gd name="T95" fmla="*/ 365698 h 6897"/>
                              <a:gd name="T96" fmla="*/ 380013 w 5367"/>
                              <a:gd name="T97" fmla="*/ 430054 h 6897"/>
                              <a:gd name="T98" fmla="*/ 396584 w 5367"/>
                              <a:gd name="T99" fmla="*/ 491096 h 6897"/>
                              <a:gd name="T100" fmla="*/ 423372 w 5367"/>
                              <a:gd name="T101" fmla="*/ 547719 h 6897"/>
                              <a:gd name="T102" fmla="*/ 459551 w 5367"/>
                              <a:gd name="T103" fmla="*/ 597988 h 6897"/>
                              <a:gd name="T104" fmla="*/ 503186 w 5367"/>
                              <a:gd name="T105" fmla="*/ 641905 h 6897"/>
                              <a:gd name="T106" fmla="*/ 554278 w 5367"/>
                              <a:gd name="T107" fmla="*/ 678088 h 6897"/>
                              <a:gd name="T108" fmla="*/ 610894 w 5367"/>
                              <a:gd name="T109" fmla="*/ 705709 h 6897"/>
                              <a:gd name="T110" fmla="*/ 672756 w 5367"/>
                              <a:gd name="T111" fmla="*/ 723662 h 6897"/>
                              <a:gd name="T112" fmla="*/ 738209 w 5367"/>
                              <a:gd name="T113" fmla="*/ 730844 h 6897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367" h="6897">
                                <a:moveTo>
                                  <a:pt x="2684" y="3025"/>
                                </a:moveTo>
                                <a:lnTo>
                                  <a:pt x="2684" y="3025"/>
                                </a:lnTo>
                                <a:lnTo>
                                  <a:pt x="2615" y="3026"/>
                                </a:lnTo>
                                <a:lnTo>
                                  <a:pt x="2545" y="3029"/>
                                </a:lnTo>
                                <a:lnTo>
                                  <a:pt x="2478" y="3035"/>
                                </a:lnTo>
                                <a:lnTo>
                                  <a:pt x="2409" y="3043"/>
                                </a:lnTo>
                                <a:lnTo>
                                  <a:pt x="2342" y="3054"/>
                                </a:lnTo>
                                <a:lnTo>
                                  <a:pt x="2275" y="3066"/>
                                </a:lnTo>
                                <a:lnTo>
                                  <a:pt x="2209" y="3081"/>
                                </a:lnTo>
                                <a:lnTo>
                                  <a:pt x="2143" y="3099"/>
                                </a:lnTo>
                                <a:lnTo>
                                  <a:pt x="2077" y="3118"/>
                                </a:lnTo>
                                <a:lnTo>
                                  <a:pt x="2013" y="3140"/>
                                </a:lnTo>
                                <a:lnTo>
                                  <a:pt x="1949" y="3163"/>
                                </a:lnTo>
                                <a:lnTo>
                                  <a:pt x="1886" y="3189"/>
                                </a:lnTo>
                                <a:lnTo>
                                  <a:pt x="1823" y="3217"/>
                                </a:lnTo>
                                <a:lnTo>
                                  <a:pt x="1761" y="3247"/>
                                </a:lnTo>
                                <a:lnTo>
                                  <a:pt x="1700" y="3279"/>
                                </a:lnTo>
                                <a:lnTo>
                                  <a:pt x="1639" y="3313"/>
                                </a:lnTo>
                                <a:lnTo>
                                  <a:pt x="1579" y="3349"/>
                                </a:lnTo>
                                <a:lnTo>
                                  <a:pt x="1521" y="3386"/>
                                </a:lnTo>
                                <a:lnTo>
                                  <a:pt x="1462" y="3426"/>
                                </a:lnTo>
                                <a:lnTo>
                                  <a:pt x="1405" y="3468"/>
                                </a:lnTo>
                                <a:lnTo>
                                  <a:pt x="1348" y="3511"/>
                                </a:lnTo>
                                <a:lnTo>
                                  <a:pt x="1293" y="3556"/>
                                </a:lnTo>
                                <a:lnTo>
                                  <a:pt x="1237" y="3603"/>
                                </a:lnTo>
                                <a:lnTo>
                                  <a:pt x="1183" y="3651"/>
                                </a:lnTo>
                                <a:lnTo>
                                  <a:pt x="1131" y="3702"/>
                                </a:lnTo>
                                <a:lnTo>
                                  <a:pt x="1078" y="3753"/>
                                </a:lnTo>
                                <a:lnTo>
                                  <a:pt x="1027" y="3807"/>
                                </a:lnTo>
                                <a:lnTo>
                                  <a:pt x="976" y="3863"/>
                                </a:lnTo>
                                <a:lnTo>
                                  <a:pt x="927" y="3920"/>
                                </a:lnTo>
                                <a:lnTo>
                                  <a:pt x="880" y="3978"/>
                                </a:lnTo>
                                <a:lnTo>
                                  <a:pt x="833" y="4038"/>
                                </a:lnTo>
                                <a:lnTo>
                                  <a:pt x="786" y="4100"/>
                                </a:lnTo>
                                <a:lnTo>
                                  <a:pt x="741" y="4163"/>
                                </a:lnTo>
                                <a:lnTo>
                                  <a:pt x="698" y="4227"/>
                                </a:lnTo>
                                <a:lnTo>
                                  <a:pt x="655" y="4293"/>
                                </a:lnTo>
                                <a:lnTo>
                                  <a:pt x="613" y="4361"/>
                                </a:lnTo>
                                <a:lnTo>
                                  <a:pt x="573" y="4429"/>
                                </a:lnTo>
                                <a:lnTo>
                                  <a:pt x="533" y="4499"/>
                                </a:lnTo>
                                <a:lnTo>
                                  <a:pt x="495" y="4570"/>
                                </a:lnTo>
                                <a:lnTo>
                                  <a:pt x="458" y="4643"/>
                                </a:lnTo>
                                <a:lnTo>
                                  <a:pt x="423" y="4717"/>
                                </a:lnTo>
                                <a:lnTo>
                                  <a:pt x="388" y="4791"/>
                                </a:lnTo>
                                <a:lnTo>
                                  <a:pt x="356" y="4868"/>
                                </a:lnTo>
                                <a:lnTo>
                                  <a:pt x="324" y="4945"/>
                                </a:lnTo>
                                <a:lnTo>
                                  <a:pt x="294" y="5024"/>
                                </a:lnTo>
                                <a:lnTo>
                                  <a:pt x="265" y="5104"/>
                                </a:lnTo>
                                <a:lnTo>
                                  <a:pt x="238" y="5185"/>
                                </a:lnTo>
                                <a:lnTo>
                                  <a:pt x="211" y="5266"/>
                                </a:lnTo>
                                <a:lnTo>
                                  <a:pt x="186" y="5349"/>
                                </a:lnTo>
                                <a:lnTo>
                                  <a:pt x="163" y="5433"/>
                                </a:lnTo>
                                <a:lnTo>
                                  <a:pt x="141" y="5518"/>
                                </a:lnTo>
                                <a:lnTo>
                                  <a:pt x="121" y="5603"/>
                                </a:lnTo>
                                <a:lnTo>
                                  <a:pt x="102" y="5690"/>
                                </a:lnTo>
                                <a:lnTo>
                                  <a:pt x="85" y="5777"/>
                                </a:lnTo>
                                <a:lnTo>
                                  <a:pt x="69" y="5866"/>
                                </a:lnTo>
                                <a:lnTo>
                                  <a:pt x="54" y="5955"/>
                                </a:lnTo>
                                <a:lnTo>
                                  <a:pt x="42" y="6045"/>
                                </a:lnTo>
                                <a:lnTo>
                                  <a:pt x="31" y="6136"/>
                                </a:lnTo>
                                <a:lnTo>
                                  <a:pt x="22" y="6227"/>
                                </a:lnTo>
                                <a:lnTo>
                                  <a:pt x="14" y="6319"/>
                                </a:lnTo>
                                <a:lnTo>
                                  <a:pt x="8" y="6413"/>
                                </a:lnTo>
                                <a:lnTo>
                                  <a:pt x="4" y="6506"/>
                                </a:lnTo>
                                <a:lnTo>
                                  <a:pt x="1" y="6600"/>
                                </a:lnTo>
                                <a:lnTo>
                                  <a:pt x="0" y="6695"/>
                                </a:lnTo>
                                <a:lnTo>
                                  <a:pt x="1" y="6796"/>
                                </a:lnTo>
                                <a:lnTo>
                                  <a:pt x="5" y="6897"/>
                                </a:lnTo>
                                <a:lnTo>
                                  <a:pt x="5364" y="6897"/>
                                </a:lnTo>
                                <a:lnTo>
                                  <a:pt x="5366" y="6796"/>
                                </a:lnTo>
                                <a:lnTo>
                                  <a:pt x="5367" y="6695"/>
                                </a:lnTo>
                                <a:lnTo>
                                  <a:pt x="5367" y="6600"/>
                                </a:lnTo>
                                <a:lnTo>
                                  <a:pt x="5364" y="6506"/>
                                </a:lnTo>
                                <a:lnTo>
                                  <a:pt x="5359" y="6413"/>
                                </a:lnTo>
                                <a:lnTo>
                                  <a:pt x="5353" y="6319"/>
                                </a:lnTo>
                                <a:lnTo>
                                  <a:pt x="5346" y="6227"/>
                                </a:lnTo>
                                <a:lnTo>
                                  <a:pt x="5337" y="6136"/>
                                </a:lnTo>
                                <a:lnTo>
                                  <a:pt x="5325" y="6045"/>
                                </a:lnTo>
                                <a:lnTo>
                                  <a:pt x="5313" y="5955"/>
                                </a:lnTo>
                                <a:lnTo>
                                  <a:pt x="5298" y="5866"/>
                                </a:lnTo>
                                <a:lnTo>
                                  <a:pt x="5283" y="5777"/>
                                </a:lnTo>
                                <a:lnTo>
                                  <a:pt x="5266" y="5690"/>
                                </a:lnTo>
                                <a:lnTo>
                                  <a:pt x="5247" y="5603"/>
                                </a:lnTo>
                                <a:lnTo>
                                  <a:pt x="5226" y="5518"/>
                                </a:lnTo>
                                <a:lnTo>
                                  <a:pt x="5205" y="5433"/>
                                </a:lnTo>
                                <a:lnTo>
                                  <a:pt x="5181" y="5349"/>
                                </a:lnTo>
                                <a:lnTo>
                                  <a:pt x="5157" y="5266"/>
                                </a:lnTo>
                                <a:lnTo>
                                  <a:pt x="5131" y="5185"/>
                                </a:lnTo>
                                <a:lnTo>
                                  <a:pt x="5103" y="5104"/>
                                </a:lnTo>
                                <a:lnTo>
                                  <a:pt x="5073" y="5024"/>
                                </a:lnTo>
                                <a:lnTo>
                                  <a:pt x="5043" y="4945"/>
                                </a:lnTo>
                                <a:lnTo>
                                  <a:pt x="5012" y="4868"/>
                                </a:lnTo>
                                <a:lnTo>
                                  <a:pt x="4979" y="4791"/>
                                </a:lnTo>
                                <a:lnTo>
                                  <a:pt x="4945" y="4717"/>
                                </a:lnTo>
                                <a:lnTo>
                                  <a:pt x="4909" y="4643"/>
                                </a:lnTo>
                                <a:lnTo>
                                  <a:pt x="4872" y="4570"/>
                                </a:lnTo>
                                <a:lnTo>
                                  <a:pt x="4834" y="4499"/>
                                </a:lnTo>
                                <a:lnTo>
                                  <a:pt x="4796" y="4429"/>
                                </a:lnTo>
                                <a:lnTo>
                                  <a:pt x="4755" y="4361"/>
                                </a:lnTo>
                                <a:lnTo>
                                  <a:pt x="4713" y="4293"/>
                                </a:lnTo>
                                <a:lnTo>
                                  <a:pt x="4671" y="4227"/>
                                </a:lnTo>
                                <a:lnTo>
                                  <a:pt x="4627" y="4163"/>
                                </a:lnTo>
                                <a:lnTo>
                                  <a:pt x="4582" y="4100"/>
                                </a:lnTo>
                                <a:lnTo>
                                  <a:pt x="4536" y="4038"/>
                                </a:lnTo>
                                <a:lnTo>
                                  <a:pt x="4489" y="3978"/>
                                </a:lnTo>
                                <a:lnTo>
                                  <a:pt x="4440" y="3920"/>
                                </a:lnTo>
                                <a:lnTo>
                                  <a:pt x="4391" y="3863"/>
                                </a:lnTo>
                                <a:lnTo>
                                  <a:pt x="4340" y="3807"/>
                                </a:lnTo>
                                <a:lnTo>
                                  <a:pt x="4290" y="3753"/>
                                </a:lnTo>
                                <a:lnTo>
                                  <a:pt x="4238" y="3702"/>
                                </a:lnTo>
                                <a:lnTo>
                                  <a:pt x="4184" y="3651"/>
                                </a:lnTo>
                                <a:lnTo>
                                  <a:pt x="4130" y="3603"/>
                                </a:lnTo>
                                <a:lnTo>
                                  <a:pt x="4076" y="3556"/>
                                </a:lnTo>
                                <a:lnTo>
                                  <a:pt x="4020" y="3511"/>
                                </a:lnTo>
                                <a:lnTo>
                                  <a:pt x="3963" y="3468"/>
                                </a:lnTo>
                                <a:lnTo>
                                  <a:pt x="3906" y="3426"/>
                                </a:lnTo>
                                <a:lnTo>
                                  <a:pt x="3848" y="3386"/>
                                </a:lnTo>
                                <a:lnTo>
                                  <a:pt x="3788" y="3349"/>
                                </a:lnTo>
                                <a:lnTo>
                                  <a:pt x="3728" y="3313"/>
                                </a:lnTo>
                                <a:lnTo>
                                  <a:pt x="3668" y="3279"/>
                                </a:lnTo>
                                <a:lnTo>
                                  <a:pt x="3607" y="3247"/>
                                </a:lnTo>
                                <a:lnTo>
                                  <a:pt x="3545" y="3217"/>
                                </a:lnTo>
                                <a:lnTo>
                                  <a:pt x="3482" y="3189"/>
                                </a:lnTo>
                                <a:lnTo>
                                  <a:pt x="3419" y="3163"/>
                                </a:lnTo>
                                <a:lnTo>
                                  <a:pt x="3355" y="3140"/>
                                </a:lnTo>
                                <a:lnTo>
                                  <a:pt x="3290" y="3118"/>
                                </a:lnTo>
                                <a:lnTo>
                                  <a:pt x="3225" y="3099"/>
                                </a:lnTo>
                                <a:lnTo>
                                  <a:pt x="3159" y="3081"/>
                                </a:lnTo>
                                <a:lnTo>
                                  <a:pt x="3093" y="3066"/>
                                </a:lnTo>
                                <a:lnTo>
                                  <a:pt x="3025" y="3054"/>
                                </a:lnTo>
                                <a:lnTo>
                                  <a:pt x="2958" y="3043"/>
                                </a:lnTo>
                                <a:lnTo>
                                  <a:pt x="2891" y="3035"/>
                                </a:lnTo>
                                <a:lnTo>
                                  <a:pt x="2822" y="3029"/>
                                </a:lnTo>
                                <a:lnTo>
                                  <a:pt x="2753" y="3026"/>
                                </a:lnTo>
                                <a:lnTo>
                                  <a:pt x="2684" y="3025"/>
                                </a:lnTo>
                                <a:close/>
                                <a:moveTo>
                                  <a:pt x="2708" y="2647"/>
                                </a:moveTo>
                                <a:lnTo>
                                  <a:pt x="2708" y="2647"/>
                                </a:lnTo>
                                <a:lnTo>
                                  <a:pt x="2743" y="2646"/>
                                </a:lnTo>
                                <a:lnTo>
                                  <a:pt x="2778" y="2645"/>
                                </a:lnTo>
                                <a:lnTo>
                                  <a:pt x="2813" y="2643"/>
                                </a:lnTo>
                                <a:lnTo>
                                  <a:pt x="2847" y="2640"/>
                                </a:lnTo>
                                <a:lnTo>
                                  <a:pt x="2882" y="2636"/>
                                </a:lnTo>
                                <a:lnTo>
                                  <a:pt x="2915" y="2631"/>
                                </a:lnTo>
                                <a:lnTo>
                                  <a:pt x="2949" y="2626"/>
                                </a:lnTo>
                                <a:lnTo>
                                  <a:pt x="2982" y="2620"/>
                                </a:lnTo>
                                <a:lnTo>
                                  <a:pt x="3014" y="2613"/>
                                </a:lnTo>
                                <a:lnTo>
                                  <a:pt x="3047" y="2605"/>
                                </a:lnTo>
                                <a:lnTo>
                                  <a:pt x="3079" y="2596"/>
                                </a:lnTo>
                                <a:lnTo>
                                  <a:pt x="3112" y="2587"/>
                                </a:lnTo>
                                <a:lnTo>
                                  <a:pt x="3144" y="2577"/>
                                </a:lnTo>
                                <a:lnTo>
                                  <a:pt x="3175" y="2566"/>
                                </a:lnTo>
                                <a:lnTo>
                                  <a:pt x="3205" y="2555"/>
                                </a:lnTo>
                                <a:lnTo>
                                  <a:pt x="3236" y="2542"/>
                                </a:lnTo>
                                <a:lnTo>
                                  <a:pt x="3266" y="2530"/>
                                </a:lnTo>
                                <a:lnTo>
                                  <a:pt x="3297" y="2517"/>
                                </a:lnTo>
                                <a:lnTo>
                                  <a:pt x="3326" y="2502"/>
                                </a:lnTo>
                                <a:lnTo>
                                  <a:pt x="3355" y="2487"/>
                                </a:lnTo>
                                <a:lnTo>
                                  <a:pt x="3383" y="2472"/>
                                </a:lnTo>
                                <a:lnTo>
                                  <a:pt x="3411" y="2455"/>
                                </a:lnTo>
                                <a:lnTo>
                                  <a:pt x="3439" y="2438"/>
                                </a:lnTo>
                                <a:lnTo>
                                  <a:pt x="3466" y="2421"/>
                                </a:lnTo>
                                <a:lnTo>
                                  <a:pt x="3493" y="2403"/>
                                </a:lnTo>
                                <a:lnTo>
                                  <a:pt x="3519" y="2384"/>
                                </a:lnTo>
                                <a:lnTo>
                                  <a:pt x="3545" y="2365"/>
                                </a:lnTo>
                                <a:lnTo>
                                  <a:pt x="3571" y="2345"/>
                                </a:lnTo>
                                <a:lnTo>
                                  <a:pt x="3596" y="2324"/>
                                </a:lnTo>
                                <a:lnTo>
                                  <a:pt x="3619" y="2303"/>
                                </a:lnTo>
                                <a:lnTo>
                                  <a:pt x="3643" y="2282"/>
                                </a:lnTo>
                                <a:lnTo>
                                  <a:pt x="3667" y="2259"/>
                                </a:lnTo>
                                <a:lnTo>
                                  <a:pt x="3689" y="2237"/>
                                </a:lnTo>
                                <a:lnTo>
                                  <a:pt x="3711" y="2213"/>
                                </a:lnTo>
                                <a:lnTo>
                                  <a:pt x="3733" y="2189"/>
                                </a:lnTo>
                                <a:lnTo>
                                  <a:pt x="3754" y="2165"/>
                                </a:lnTo>
                                <a:lnTo>
                                  <a:pt x="3774" y="2140"/>
                                </a:lnTo>
                                <a:lnTo>
                                  <a:pt x="3795" y="2115"/>
                                </a:lnTo>
                                <a:lnTo>
                                  <a:pt x="3814" y="2089"/>
                                </a:lnTo>
                                <a:lnTo>
                                  <a:pt x="3832" y="2063"/>
                                </a:lnTo>
                                <a:lnTo>
                                  <a:pt x="3850" y="2036"/>
                                </a:lnTo>
                                <a:lnTo>
                                  <a:pt x="3868" y="2010"/>
                                </a:lnTo>
                                <a:lnTo>
                                  <a:pt x="3884" y="1983"/>
                                </a:lnTo>
                                <a:lnTo>
                                  <a:pt x="3900" y="1954"/>
                                </a:lnTo>
                                <a:lnTo>
                                  <a:pt x="3915" y="1925"/>
                                </a:lnTo>
                                <a:lnTo>
                                  <a:pt x="3930" y="1897"/>
                                </a:lnTo>
                                <a:lnTo>
                                  <a:pt x="3944" y="1868"/>
                                </a:lnTo>
                                <a:lnTo>
                                  <a:pt x="3957" y="1839"/>
                                </a:lnTo>
                                <a:lnTo>
                                  <a:pt x="3970" y="1808"/>
                                </a:lnTo>
                                <a:lnTo>
                                  <a:pt x="3981" y="1778"/>
                                </a:lnTo>
                                <a:lnTo>
                                  <a:pt x="3993" y="1748"/>
                                </a:lnTo>
                                <a:lnTo>
                                  <a:pt x="4003" y="1717"/>
                                </a:lnTo>
                                <a:lnTo>
                                  <a:pt x="4012" y="1686"/>
                                </a:lnTo>
                                <a:lnTo>
                                  <a:pt x="4021" y="1654"/>
                                </a:lnTo>
                                <a:lnTo>
                                  <a:pt x="4029" y="1622"/>
                                </a:lnTo>
                                <a:lnTo>
                                  <a:pt x="4036" y="1590"/>
                                </a:lnTo>
                                <a:lnTo>
                                  <a:pt x="4042" y="1557"/>
                                </a:lnTo>
                                <a:lnTo>
                                  <a:pt x="4048" y="1525"/>
                                </a:lnTo>
                                <a:lnTo>
                                  <a:pt x="4052" y="1492"/>
                                </a:lnTo>
                                <a:lnTo>
                                  <a:pt x="4057" y="1459"/>
                                </a:lnTo>
                                <a:lnTo>
                                  <a:pt x="4060" y="1425"/>
                                </a:lnTo>
                                <a:lnTo>
                                  <a:pt x="4062" y="1391"/>
                                </a:lnTo>
                                <a:lnTo>
                                  <a:pt x="4063" y="1357"/>
                                </a:lnTo>
                                <a:lnTo>
                                  <a:pt x="4063" y="1324"/>
                                </a:lnTo>
                                <a:lnTo>
                                  <a:pt x="4063" y="1289"/>
                                </a:lnTo>
                                <a:lnTo>
                                  <a:pt x="4062" y="1255"/>
                                </a:lnTo>
                                <a:lnTo>
                                  <a:pt x="4060" y="1221"/>
                                </a:lnTo>
                                <a:lnTo>
                                  <a:pt x="4057" y="1188"/>
                                </a:lnTo>
                                <a:lnTo>
                                  <a:pt x="4052" y="1155"/>
                                </a:lnTo>
                                <a:lnTo>
                                  <a:pt x="4048" y="1121"/>
                                </a:lnTo>
                                <a:lnTo>
                                  <a:pt x="4042" y="1089"/>
                                </a:lnTo>
                                <a:lnTo>
                                  <a:pt x="4036" y="1057"/>
                                </a:lnTo>
                                <a:lnTo>
                                  <a:pt x="4029" y="1025"/>
                                </a:lnTo>
                                <a:lnTo>
                                  <a:pt x="4021" y="993"/>
                                </a:lnTo>
                                <a:lnTo>
                                  <a:pt x="4012" y="962"/>
                                </a:lnTo>
                                <a:lnTo>
                                  <a:pt x="4003" y="930"/>
                                </a:lnTo>
                                <a:lnTo>
                                  <a:pt x="3993" y="899"/>
                                </a:lnTo>
                                <a:lnTo>
                                  <a:pt x="3981" y="868"/>
                                </a:lnTo>
                                <a:lnTo>
                                  <a:pt x="3970" y="838"/>
                                </a:lnTo>
                                <a:lnTo>
                                  <a:pt x="3957" y="809"/>
                                </a:lnTo>
                                <a:lnTo>
                                  <a:pt x="3944" y="778"/>
                                </a:lnTo>
                                <a:lnTo>
                                  <a:pt x="3930" y="750"/>
                                </a:lnTo>
                                <a:lnTo>
                                  <a:pt x="3915" y="721"/>
                                </a:lnTo>
                                <a:lnTo>
                                  <a:pt x="3900" y="693"/>
                                </a:lnTo>
                                <a:lnTo>
                                  <a:pt x="3884" y="665"/>
                                </a:lnTo>
                                <a:lnTo>
                                  <a:pt x="3868" y="638"/>
                                </a:lnTo>
                                <a:lnTo>
                                  <a:pt x="3850" y="610"/>
                                </a:lnTo>
                                <a:lnTo>
                                  <a:pt x="3832" y="584"/>
                                </a:lnTo>
                                <a:lnTo>
                                  <a:pt x="3814" y="557"/>
                                </a:lnTo>
                                <a:lnTo>
                                  <a:pt x="3795" y="532"/>
                                </a:lnTo>
                                <a:lnTo>
                                  <a:pt x="3774" y="506"/>
                                </a:lnTo>
                                <a:lnTo>
                                  <a:pt x="3754" y="481"/>
                                </a:lnTo>
                                <a:lnTo>
                                  <a:pt x="3733" y="458"/>
                                </a:lnTo>
                                <a:lnTo>
                                  <a:pt x="3711" y="433"/>
                                </a:lnTo>
                                <a:lnTo>
                                  <a:pt x="3689" y="411"/>
                                </a:lnTo>
                                <a:lnTo>
                                  <a:pt x="3667" y="388"/>
                                </a:lnTo>
                                <a:lnTo>
                                  <a:pt x="3643" y="366"/>
                                </a:lnTo>
                                <a:lnTo>
                                  <a:pt x="3619" y="344"/>
                                </a:lnTo>
                                <a:lnTo>
                                  <a:pt x="3596" y="323"/>
                                </a:lnTo>
                                <a:lnTo>
                                  <a:pt x="3571" y="303"/>
                                </a:lnTo>
                                <a:lnTo>
                                  <a:pt x="3545" y="282"/>
                                </a:lnTo>
                                <a:lnTo>
                                  <a:pt x="3519" y="263"/>
                                </a:lnTo>
                                <a:lnTo>
                                  <a:pt x="3493" y="244"/>
                                </a:lnTo>
                                <a:lnTo>
                                  <a:pt x="3466" y="226"/>
                                </a:lnTo>
                                <a:lnTo>
                                  <a:pt x="3439" y="208"/>
                                </a:lnTo>
                                <a:lnTo>
                                  <a:pt x="3411" y="191"/>
                                </a:lnTo>
                                <a:lnTo>
                                  <a:pt x="3383" y="176"/>
                                </a:lnTo>
                                <a:lnTo>
                                  <a:pt x="3355" y="160"/>
                                </a:lnTo>
                                <a:lnTo>
                                  <a:pt x="3326" y="145"/>
                                </a:lnTo>
                                <a:lnTo>
                                  <a:pt x="3297" y="131"/>
                                </a:lnTo>
                                <a:lnTo>
                                  <a:pt x="3266" y="117"/>
                                </a:lnTo>
                                <a:lnTo>
                                  <a:pt x="3236" y="104"/>
                                </a:lnTo>
                                <a:lnTo>
                                  <a:pt x="3205" y="92"/>
                                </a:lnTo>
                                <a:lnTo>
                                  <a:pt x="3175" y="80"/>
                                </a:lnTo>
                                <a:lnTo>
                                  <a:pt x="3144" y="70"/>
                                </a:lnTo>
                                <a:lnTo>
                                  <a:pt x="3112" y="60"/>
                                </a:lnTo>
                                <a:lnTo>
                                  <a:pt x="3079" y="51"/>
                                </a:lnTo>
                                <a:lnTo>
                                  <a:pt x="3047" y="42"/>
                                </a:lnTo>
                                <a:lnTo>
                                  <a:pt x="3014" y="34"/>
                                </a:lnTo>
                                <a:lnTo>
                                  <a:pt x="2982" y="27"/>
                                </a:lnTo>
                                <a:lnTo>
                                  <a:pt x="2949" y="20"/>
                                </a:lnTo>
                                <a:lnTo>
                                  <a:pt x="2915" y="15"/>
                                </a:lnTo>
                                <a:lnTo>
                                  <a:pt x="2882" y="10"/>
                                </a:lnTo>
                                <a:lnTo>
                                  <a:pt x="2847" y="7"/>
                                </a:lnTo>
                                <a:lnTo>
                                  <a:pt x="2813" y="4"/>
                                </a:lnTo>
                                <a:lnTo>
                                  <a:pt x="2778" y="1"/>
                                </a:lnTo>
                                <a:lnTo>
                                  <a:pt x="2743" y="0"/>
                                </a:lnTo>
                                <a:lnTo>
                                  <a:pt x="2708" y="0"/>
                                </a:lnTo>
                                <a:lnTo>
                                  <a:pt x="2673" y="0"/>
                                </a:lnTo>
                                <a:lnTo>
                                  <a:pt x="2639" y="1"/>
                                </a:lnTo>
                                <a:lnTo>
                                  <a:pt x="2605" y="4"/>
                                </a:lnTo>
                                <a:lnTo>
                                  <a:pt x="2570" y="7"/>
                                </a:lnTo>
                                <a:lnTo>
                                  <a:pt x="2536" y="10"/>
                                </a:lnTo>
                                <a:lnTo>
                                  <a:pt x="2503" y="15"/>
                                </a:lnTo>
                                <a:lnTo>
                                  <a:pt x="2469" y="20"/>
                                </a:lnTo>
                                <a:lnTo>
                                  <a:pt x="2436" y="27"/>
                                </a:lnTo>
                                <a:lnTo>
                                  <a:pt x="2402" y="34"/>
                                </a:lnTo>
                                <a:lnTo>
                                  <a:pt x="2370" y="42"/>
                                </a:lnTo>
                                <a:lnTo>
                                  <a:pt x="2338" y="51"/>
                                </a:lnTo>
                                <a:lnTo>
                                  <a:pt x="2306" y="60"/>
                                </a:lnTo>
                                <a:lnTo>
                                  <a:pt x="2274" y="70"/>
                                </a:lnTo>
                                <a:lnTo>
                                  <a:pt x="2243" y="80"/>
                                </a:lnTo>
                                <a:lnTo>
                                  <a:pt x="2212" y="92"/>
                                </a:lnTo>
                                <a:lnTo>
                                  <a:pt x="2181" y="104"/>
                                </a:lnTo>
                                <a:lnTo>
                                  <a:pt x="2152" y="117"/>
                                </a:lnTo>
                                <a:lnTo>
                                  <a:pt x="2121" y="131"/>
                                </a:lnTo>
                                <a:lnTo>
                                  <a:pt x="2092" y="145"/>
                                </a:lnTo>
                                <a:lnTo>
                                  <a:pt x="2063" y="160"/>
                                </a:lnTo>
                                <a:lnTo>
                                  <a:pt x="2035" y="176"/>
                                </a:lnTo>
                                <a:lnTo>
                                  <a:pt x="2007" y="191"/>
                                </a:lnTo>
                                <a:lnTo>
                                  <a:pt x="1979" y="208"/>
                                </a:lnTo>
                                <a:lnTo>
                                  <a:pt x="1952" y="226"/>
                                </a:lnTo>
                                <a:lnTo>
                                  <a:pt x="1925" y="244"/>
                                </a:lnTo>
                                <a:lnTo>
                                  <a:pt x="1899" y="263"/>
                                </a:lnTo>
                                <a:lnTo>
                                  <a:pt x="1873" y="282"/>
                                </a:lnTo>
                                <a:lnTo>
                                  <a:pt x="1847" y="303"/>
                                </a:lnTo>
                                <a:lnTo>
                                  <a:pt x="1822" y="323"/>
                                </a:lnTo>
                                <a:lnTo>
                                  <a:pt x="1797" y="344"/>
                                </a:lnTo>
                                <a:lnTo>
                                  <a:pt x="1774" y="366"/>
                                </a:lnTo>
                                <a:lnTo>
                                  <a:pt x="1751" y="388"/>
                                </a:lnTo>
                                <a:lnTo>
                                  <a:pt x="1728" y="411"/>
                                </a:lnTo>
                                <a:lnTo>
                                  <a:pt x="1706" y="433"/>
                                </a:lnTo>
                                <a:lnTo>
                                  <a:pt x="1685" y="458"/>
                                </a:lnTo>
                                <a:lnTo>
                                  <a:pt x="1664" y="481"/>
                                </a:lnTo>
                                <a:lnTo>
                                  <a:pt x="1643" y="506"/>
                                </a:lnTo>
                                <a:lnTo>
                                  <a:pt x="1623" y="532"/>
                                </a:lnTo>
                                <a:lnTo>
                                  <a:pt x="1604" y="557"/>
                                </a:lnTo>
                                <a:lnTo>
                                  <a:pt x="1586" y="584"/>
                                </a:lnTo>
                                <a:lnTo>
                                  <a:pt x="1568" y="610"/>
                                </a:lnTo>
                                <a:lnTo>
                                  <a:pt x="1550" y="638"/>
                                </a:lnTo>
                                <a:lnTo>
                                  <a:pt x="1533" y="665"/>
                                </a:lnTo>
                                <a:lnTo>
                                  <a:pt x="1517" y="693"/>
                                </a:lnTo>
                                <a:lnTo>
                                  <a:pt x="1503" y="721"/>
                                </a:lnTo>
                                <a:lnTo>
                                  <a:pt x="1488" y="750"/>
                                </a:lnTo>
                                <a:lnTo>
                                  <a:pt x="1474" y="778"/>
                                </a:lnTo>
                                <a:lnTo>
                                  <a:pt x="1461" y="809"/>
                                </a:lnTo>
                                <a:lnTo>
                                  <a:pt x="1448" y="838"/>
                                </a:lnTo>
                                <a:lnTo>
                                  <a:pt x="1436" y="868"/>
                                </a:lnTo>
                                <a:lnTo>
                                  <a:pt x="1425" y="899"/>
                                </a:lnTo>
                                <a:lnTo>
                                  <a:pt x="1415" y="930"/>
                                </a:lnTo>
                                <a:lnTo>
                                  <a:pt x="1406" y="962"/>
                                </a:lnTo>
                                <a:lnTo>
                                  <a:pt x="1397" y="993"/>
                                </a:lnTo>
                                <a:lnTo>
                                  <a:pt x="1389" y="1025"/>
                                </a:lnTo>
                                <a:lnTo>
                                  <a:pt x="1381" y="1057"/>
                                </a:lnTo>
                                <a:lnTo>
                                  <a:pt x="1376" y="1089"/>
                                </a:lnTo>
                                <a:lnTo>
                                  <a:pt x="1370" y="1121"/>
                                </a:lnTo>
                                <a:lnTo>
                                  <a:pt x="1366" y="1155"/>
                                </a:lnTo>
                                <a:lnTo>
                                  <a:pt x="1361" y="1188"/>
                                </a:lnTo>
                                <a:lnTo>
                                  <a:pt x="1358" y="1221"/>
                                </a:lnTo>
                                <a:lnTo>
                                  <a:pt x="1355" y="1255"/>
                                </a:lnTo>
                                <a:lnTo>
                                  <a:pt x="1354" y="1289"/>
                                </a:lnTo>
                                <a:lnTo>
                                  <a:pt x="1354" y="1324"/>
                                </a:lnTo>
                                <a:lnTo>
                                  <a:pt x="1354" y="1357"/>
                                </a:lnTo>
                                <a:lnTo>
                                  <a:pt x="1355" y="1391"/>
                                </a:lnTo>
                                <a:lnTo>
                                  <a:pt x="1358" y="1425"/>
                                </a:lnTo>
                                <a:lnTo>
                                  <a:pt x="1361" y="1459"/>
                                </a:lnTo>
                                <a:lnTo>
                                  <a:pt x="1366" y="1492"/>
                                </a:lnTo>
                                <a:lnTo>
                                  <a:pt x="1370" y="1525"/>
                                </a:lnTo>
                                <a:lnTo>
                                  <a:pt x="1376" y="1557"/>
                                </a:lnTo>
                                <a:lnTo>
                                  <a:pt x="1381" y="1590"/>
                                </a:lnTo>
                                <a:lnTo>
                                  <a:pt x="1389" y="1622"/>
                                </a:lnTo>
                                <a:lnTo>
                                  <a:pt x="1397" y="1654"/>
                                </a:lnTo>
                                <a:lnTo>
                                  <a:pt x="1406" y="1686"/>
                                </a:lnTo>
                                <a:lnTo>
                                  <a:pt x="1415" y="1717"/>
                                </a:lnTo>
                                <a:lnTo>
                                  <a:pt x="1425" y="1748"/>
                                </a:lnTo>
                                <a:lnTo>
                                  <a:pt x="1436" y="1778"/>
                                </a:lnTo>
                                <a:lnTo>
                                  <a:pt x="1448" y="1808"/>
                                </a:lnTo>
                                <a:lnTo>
                                  <a:pt x="1461" y="1839"/>
                                </a:lnTo>
                                <a:lnTo>
                                  <a:pt x="1474" y="1868"/>
                                </a:lnTo>
                                <a:lnTo>
                                  <a:pt x="1488" y="1897"/>
                                </a:lnTo>
                                <a:lnTo>
                                  <a:pt x="1503" y="1925"/>
                                </a:lnTo>
                                <a:lnTo>
                                  <a:pt x="1517" y="1954"/>
                                </a:lnTo>
                                <a:lnTo>
                                  <a:pt x="1533" y="1983"/>
                                </a:lnTo>
                                <a:lnTo>
                                  <a:pt x="1550" y="2010"/>
                                </a:lnTo>
                                <a:lnTo>
                                  <a:pt x="1568" y="2036"/>
                                </a:lnTo>
                                <a:lnTo>
                                  <a:pt x="1586" y="2063"/>
                                </a:lnTo>
                                <a:lnTo>
                                  <a:pt x="1604" y="2089"/>
                                </a:lnTo>
                                <a:lnTo>
                                  <a:pt x="1623" y="2115"/>
                                </a:lnTo>
                                <a:lnTo>
                                  <a:pt x="1643" y="2140"/>
                                </a:lnTo>
                                <a:lnTo>
                                  <a:pt x="1664" y="2165"/>
                                </a:lnTo>
                                <a:lnTo>
                                  <a:pt x="1685" y="2189"/>
                                </a:lnTo>
                                <a:lnTo>
                                  <a:pt x="1706" y="2213"/>
                                </a:lnTo>
                                <a:lnTo>
                                  <a:pt x="1728" y="2237"/>
                                </a:lnTo>
                                <a:lnTo>
                                  <a:pt x="1751" y="2259"/>
                                </a:lnTo>
                                <a:lnTo>
                                  <a:pt x="1774" y="2282"/>
                                </a:lnTo>
                                <a:lnTo>
                                  <a:pt x="1797" y="2303"/>
                                </a:lnTo>
                                <a:lnTo>
                                  <a:pt x="1822" y="2324"/>
                                </a:lnTo>
                                <a:lnTo>
                                  <a:pt x="1847" y="2345"/>
                                </a:lnTo>
                                <a:lnTo>
                                  <a:pt x="1873" y="2365"/>
                                </a:lnTo>
                                <a:lnTo>
                                  <a:pt x="1899" y="2384"/>
                                </a:lnTo>
                                <a:lnTo>
                                  <a:pt x="1925" y="2403"/>
                                </a:lnTo>
                                <a:lnTo>
                                  <a:pt x="1952" y="2421"/>
                                </a:lnTo>
                                <a:lnTo>
                                  <a:pt x="1979" y="2438"/>
                                </a:lnTo>
                                <a:lnTo>
                                  <a:pt x="2007" y="2455"/>
                                </a:lnTo>
                                <a:lnTo>
                                  <a:pt x="2035" y="2472"/>
                                </a:lnTo>
                                <a:lnTo>
                                  <a:pt x="2063" y="2487"/>
                                </a:lnTo>
                                <a:lnTo>
                                  <a:pt x="2092" y="2502"/>
                                </a:lnTo>
                                <a:lnTo>
                                  <a:pt x="2121" y="2517"/>
                                </a:lnTo>
                                <a:lnTo>
                                  <a:pt x="2152" y="2530"/>
                                </a:lnTo>
                                <a:lnTo>
                                  <a:pt x="2181" y="2542"/>
                                </a:lnTo>
                                <a:lnTo>
                                  <a:pt x="2212" y="2555"/>
                                </a:lnTo>
                                <a:lnTo>
                                  <a:pt x="2243" y="2566"/>
                                </a:lnTo>
                                <a:lnTo>
                                  <a:pt x="2274" y="2577"/>
                                </a:lnTo>
                                <a:lnTo>
                                  <a:pt x="2306" y="2587"/>
                                </a:lnTo>
                                <a:lnTo>
                                  <a:pt x="2338" y="2596"/>
                                </a:lnTo>
                                <a:lnTo>
                                  <a:pt x="2370" y="2605"/>
                                </a:lnTo>
                                <a:lnTo>
                                  <a:pt x="2402" y="2613"/>
                                </a:lnTo>
                                <a:lnTo>
                                  <a:pt x="2436" y="2620"/>
                                </a:lnTo>
                                <a:lnTo>
                                  <a:pt x="2469" y="2626"/>
                                </a:lnTo>
                                <a:lnTo>
                                  <a:pt x="2503" y="2631"/>
                                </a:lnTo>
                                <a:lnTo>
                                  <a:pt x="2536" y="2636"/>
                                </a:lnTo>
                                <a:lnTo>
                                  <a:pt x="2570" y="2640"/>
                                </a:lnTo>
                                <a:lnTo>
                                  <a:pt x="2605" y="2643"/>
                                </a:lnTo>
                                <a:lnTo>
                                  <a:pt x="2639" y="2645"/>
                                </a:lnTo>
                                <a:lnTo>
                                  <a:pt x="2673" y="2646"/>
                                </a:lnTo>
                                <a:lnTo>
                                  <a:pt x="2708" y="26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8AD7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.05pt;margin-top:534.45pt;height:18.7pt;width:18.7pt;z-index:251866112;mso-width-relative:page;mso-height-relative:page;" coordorigin="4064,12412" coordsize="374,374" o:gfxdata="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">
                <o:lock v:ext="edit" aspectratio="f"/>
                <v:shape id="_x0000_s1026" o:spid="_x0000_s1026" o:spt="3" type="#_x0000_t3" style="position:absolute;left:4064;top:12412;height:375;width:375;v-text-anchor:middle;" filled="f" stroked="t" coordsize="21600,21600" o:gfxdata="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zraHb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448AD7 [3204]" miterlimit="8" joinstyle="miter"/>
                  <v:imagedata o:title=""/>
                  <o:lock v:ext="edit" aspectratio="f"/>
                </v:shape>
                <v:shape id="头像" o:spid="_x0000_s1026" o:spt="100" style="position:absolute;left:4166;top:12486;height:228;width:171;v-text-anchor:middle;" fillcolor="#448AD7" filled="t" stroked="f" coordsize="5367,6897" o:gfxdata="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oVAO8AAAA&#10;3QAAAA8AAAAAAAAAAQAgAAAAIgAAAGRycy9kb3ducmV2LnhtbFBLAQIUABQAAAAIAIdO4kAzLwWe&#10;OwAAADkAAAAQAAAAAAAAAAEAIAAAAAsBAABkcnMvc2hhcGV4bWwueG1sUEsFBgAAAAAGAAYAWwEA&#10;ALUDAAAAAA==&#10;" path="m2684,3025l2684,3025,2615,3026,2545,3029,2478,3035,2409,3043,2342,3054,2275,3066,2209,3081,2143,3099,2077,3118,2013,3140,1949,3163,1886,3189,1823,3217,1761,3247,1700,3279,1639,3313,1579,3349,1521,3386,1462,3426,1405,3468,1348,3511,1293,3556,1237,3603,1183,3651,1131,3702,1078,3753,1027,3807,976,3863,927,3920,880,3978,833,4038,786,4100,741,4163,698,4227,655,4293,613,4361,573,4429,533,4499,495,4570,458,4643,423,4717,388,4791,356,4868,324,4945,294,5024,265,5104,238,5185,211,5266,186,5349,163,5433,141,5518,121,5603,102,5690,85,5777,69,5866,54,5955,42,6045,31,6136,22,6227,14,6319,8,6413,4,6506,1,6600,0,6695,1,6796,5,6897,5364,6897,5366,6796,5367,6695,5367,6600,5364,6506,5359,6413,5353,6319,5346,6227,5337,6136,5325,6045,5313,5955,5298,5866,5283,5777,5266,5690,5247,5603,5226,5518,5205,5433,5181,5349,5157,5266,5131,5185,5103,5104,5073,5024,5043,4945,5012,4868,4979,4791,4945,4717,4909,4643,4872,4570,4834,4499,4796,4429,4755,4361,4713,4293,4671,4227,4627,4163,4582,4100,4536,4038,4489,3978,4440,3920,4391,3863,4340,3807,4290,3753,4238,3702,4184,3651,4130,3603,4076,3556,4020,3511,3963,3468,3906,3426,3848,3386,3788,3349,3728,3313,3668,3279,3607,3247,3545,3217,3482,3189,3419,3163,3355,3140,3290,3118,3225,3099,3159,3081,3093,3066,3025,3054,2958,3043,2891,3035,2822,3029,2753,3026,2684,3025xm2708,2647l2708,2647,2743,2646,2778,2645,2813,2643,2847,2640,2882,2636,2915,2631,2949,2626,2982,2620,3014,2613,3047,2605,3079,2596,3112,2587,3144,2577,3175,2566,3205,2555,3236,2542,3266,2530,3297,2517,3326,2502,3355,2487,3383,2472,3411,2455,3439,2438,3466,2421,3493,2403,3519,2384,3545,2365,3571,2345,3596,2324,3619,2303,3643,2282,3667,2259,3689,2237,3711,2213,3733,2189,3754,2165,3774,2140,3795,2115,3814,2089,3832,2063,3850,2036,3868,2010,3884,1983,3900,1954,3915,1925,3930,1897,3944,1868,3957,1839,3970,1808,3981,1778,3993,1748,4003,1717,4012,1686,4021,1654,4029,1622,4036,1590,4042,1557,4048,1525,4052,1492,4057,1459,4060,1425,4062,1391,4063,1357,4063,1324,4063,1289,4062,1255,4060,1221,4057,1188,4052,1155,4048,1121,4042,1089,4036,1057,4029,1025,4021,993,4012,962,4003,930,3993,899,3981,868,3970,838,3957,809,3944,778,3930,750,3915,721,3900,693,3884,665,3868,638,3850,610,3832,584,3814,557,3795,532,3774,506,3754,481,3733,458,3711,433,3689,411,3667,388,3643,366,3619,344,3596,323,3571,303,3545,282,3519,263,3493,244,3466,226,3439,208,3411,191,3383,176,3355,160,3326,145,3297,131,3266,117,3236,104,3205,92,3175,80,3144,70,3112,60,3079,51,3047,42,3014,34,2982,27,2949,20,2915,15,2882,10,2847,7,2813,4,2778,1,2743,0,2708,0,2673,0,2639,1,2605,4,2570,7,2536,10,2503,15,2469,20,2436,27,2402,34,2370,42,2338,51,2306,60,2274,70,2243,80,2212,92,2181,104,2152,117,2121,131,2092,145,2063,160,2035,176,2007,191,1979,208,1952,226,1925,244,1899,263,1873,282,1847,303,1822,323,1797,344,1774,366,1751,388,1728,411,1706,433,1685,458,1664,481,1643,506,1623,532,1604,557,1586,584,1568,610,1550,638,1533,665,1517,693,1503,721,1488,750,1474,778,1461,809,1448,838,1436,868,1425,899,1415,930,1406,962,1397,993,1389,1025,1381,1057,1376,1089,1370,1121,1366,1155,1361,1188,1358,1221,1355,1255,1354,1289,1354,1324,1354,1357,1355,1391,1358,1425,1361,1459,1366,1492,1370,1525,1376,1557,1381,1590,1389,1622,1397,1654,1406,1686,1415,1717,1425,1748,1436,1778,1448,1808,1461,1839,1474,1868,1488,1897,1503,1925,1517,1954,1533,1983,1550,2010,1568,2036,1586,2063,1604,2089,1623,2115,1643,2140,1664,2165,1685,2189,1706,2213,1728,2237,1751,2259,1774,2282,1797,2303,1822,2324,1847,2345,1873,2365,1899,2384,1925,2403,1952,2421,1979,2438,2007,2455,2035,2472,2063,2487,2092,2502,2121,2517,2152,2530,2181,2542,2212,2555,2243,2566,2274,2577,2306,2587,2338,2596,2370,2605,2402,2613,2436,2620,2469,2626,2503,2631,2536,2636,2570,2640,2605,2643,2639,2645,2673,2646,2708,2647xe">
                  <v:path o:connectlocs="20607,27885;16595,29118;12864,31282;9485,34267;6520,38011;4030,42394;2094,47343;747,52748;70,58555;47199,62975;47155,58555;46486,52748;45148,47343;43195,42394;40714,38011;37748,34267;34369,31282;30638,29118;26617,27885;23828,24169;25649,24023;27664,23530;29521,22708;31193,21594;32653,20206;33877,18590;34818,16791;35452,14810;35742,12700;35698,10847;35302,8783;34580,6848;33560,5085;32266,3542;30735,2227;29011,1196;27092,465;25051,63;23221,9;21135,310;19191,949;17413,1899;15812,3140;14457,4620;13348,6327;12538,8208;12054,10235;11914,12089;12107,14216;12635,16234;13489,18106;14641,19768;16032,21220;17660,22416;19463,23329;21434,23922;23520,24160" o:connectangles="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column">
                  <wp:posOffset>-1146175</wp:posOffset>
                </wp:positionH>
                <wp:positionV relativeFrom="paragraph">
                  <wp:posOffset>-894080</wp:posOffset>
                </wp:positionV>
                <wp:extent cx="7585710" cy="10694670"/>
                <wp:effectExtent l="0" t="0" r="15240" b="1143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865" y="237490"/>
                          <a:ext cx="7585710" cy="10694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25pt;margin-top:-70.4pt;height:842.1pt;width:597.3pt;z-index:-251685888;v-text-anchor:middle;mso-width-relative:page;mso-height-relative:page;" fillcolor="#FFFFFF [3212]" filled="t" stroked="f" coordsize="21600,21600" o:gfxdata="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CxEnXzcAAAADwEAAA8AAAAAAAAAAQAgAAAAIgAAAGRycy9kb3ducmV2LnhtbFBLAQIUABQAAAAI&#10;AIdO4kD+SrzdWwIAAIoEAAAOAAAAAAAAAAEAIAAAACs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498475</wp:posOffset>
                </wp:positionV>
                <wp:extent cx="2934335" cy="129794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61210" y="938530"/>
                          <a:ext cx="2934335" cy="1297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粗谭黑简体" w:hAnsi="方正粗谭黑简体" w:eastAsia="方正粗谭黑简体" w:cs="方正粗谭黑简体"/>
                                <w:color w:val="448AD7"/>
                                <w:sz w:val="106"/>
                                <w:szCs w:val="10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粗谭黑简体" w:hAnsi="方正粗谭黑简体" w:eastAsia="方正粗谭黑简体" w:cs="方正粗谭黑简体"/>
                                <w:color w:val="448AD7"/>
                                <w:sz w:val="106"/>
                                <w:szCs w:val="106"/>
                                <w:lang w:val="en-US" w:eastAsia="zh-CN"/>
                              </w:rPr>
                              <w:t>求职简历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1pt;margin-top:39.25pt;height:102.2pt;width:231.05pt;z-index:251860992;mso-width-relative:page;mso-height-relative:page;" filled="f" stroked="f" coordsize="21600,21600" o:gfxdata="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Q13Ci9sAAAAKAQAADwAAAAAAAAABACAAAAAiAAAAZHJzL2Rvd25yZXYueG1sUEsB&#10;AhQAFAAAAAgAh07iQCDZo2ArAgAAJA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粗谭黑简体" w:hAnsi="方正粗谭黑简体" w:eastAsia="方正粗谭黑简体" w:cs="方正粗谭黑简体"/>
                          <w:color w:val="448AD7"/>
                          <w:sz w:val="106"/>
                          <w:szCs w:val="106"/>
                          <w:lang w:val="en-US" w:eastAsia="zh-CN"/>
                        </w:rPr>
                      </w:pPr>
                      <w:r>
                        <w:rPr>
                          <w:rFonts w:hint="eastAsia" w:ascii="方正粗谭黑简体" w:hAnsi="方正粗谭黑简体" w:eastAsia="方正粗谭黑简体" w:cs="方正粗谭黑简体"/>
                          <w:color w:val="448AD7"/>
                          <w:sz w:val="106"/>
                          <w:szCs w:val="106"/>
                          <w:lang w:val="en-US" w:eastAsia="zh-CN"/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2157730</wp:posOffset>
                </wp:positionV>
                <wp:extent cx="1816100" cy="1816100"/>
                <wp:effectExtent l="19050" t="19050" r="31750" b="3175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9845" y="3099435"/>
                          <a:ext cx="1816100" cy="1816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448AD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7.45pt;margin-top:169.9pt;height:143pt;width:143pt;z-index:251858944;v-text-anchor:middle;mso-width-relative:page;mso-height-relative:page;" fillcolor="#FFFFFF [3212]" filled="t" stroked="t" coordsize="21600,21600" o:gfxdata="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Cliz/cAAAACwEAAA8AAAAAAAAAAQAgAAAAIgAAAGRycy9kb3ducmV2LnhtbFBL&#10;AQIUABQAAAAIAIdO4kCOrlQSZAIAALYEAAAOAAAAAAAAAAEAIAAAACsBAABkcnMvZTJvRG9jLnht&#10;bFBLBQYAAAAABgAGAFkBAAABBgAAAAA=&#10;">
                <v:fill on="t" focussize="0,0"/>
                <v:stroke weight="3pt" color="#448AD7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-1164590</wp:posOffset>
                </wp:positionH>
                <wp:positionV relativeFrom="paragraph">
                  <wp:posOffset>3226435</wp:posOffset>
                </wp:positionV>
                <wp:extent cx="7635875" cy="1837690"/>
                <wp:effectExtent l="0" t="0" r="3175" b="101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9535" y="4156710"/>
                          <a:ext cx="7635875" cy="1837690"/>
                        </a:xfrm>
                        <a:prstGeom prst="rect">
                          <a:avLst/>
                        </a:prstGeom>
                        <a:solidFill>
                          <a:srgbClr val="448AD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7pt;margin-top:254.05pt;height:144.7pt;width:601.25pt;z-index:251632640;v-text-anchor:middle;mso-width-relative:page;mso-height-relative:page;" fillcolor="#448AD7" filled="t" stroked="f" coordsize="21600,21600" o:gfxdata="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cAqwjdAAAADQEAAA8AAAAAAAAAAQAgAAAAIgAAAGRycy9kb3ducmV2LnhtbFBLAQIUABQA&#10;AAAIAIdO4kCAOfQgXQIAAIgEAAAOAAAAAAAAAAEAIAAAACw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1020445</wp:posOffset>
                </wp:positionH>
                <wp:positionV relativeFrom="paragraph">
                  <wp:posOffset>4300855</wp:posOffset>
                </wp:positionV>
                <wp:extent cx="3749040" cy="8255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27910" y="2346960"/>
                          <a:ext cx="3749040" cy="82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Impact" w:hAnsi="Impact" w:cs="Impact" w:eastAsiaTheme="minorEastAsia"/>
                                <w:b w:val="0"/>
                                <w:bCs w:val="0"/>
                                <w:color w:val="FFFFFF" w:themeColor="background1"/>
                                <w:sz w:val="64"/>
                                <w:szCs w:val="6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Impact" w:hAnsi="Impact" w:cs="Impact"/>
                                <w:b w:val="0"/>
                                <w:bCs w:val="0"/>
                                <w:color w:val="FFFFFF" w:themeColor="background1"/>
                                <w:sz w:val="64"/>
                                <w:szCs w:val="6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PERSONAL</w:t>
                            </w:r>
                            <w:r>
                              <w:rPr>
                                <w:rFonts w:hint="eastAsia" w:ascii="Impact" w:hAnsi="Impact" w:cs="Impact"/>
                                <w:b w:val="0"/>
                                <w:bCs w:val="0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Impact" w:hAnsi="Impact" w:cs="Impact"/>
                                <w:b w:val="0"/>
                                <w:bCs w:val="0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Impact" w:hAnsi="Impact" w:cs="Impact"/>
                                <w:b w:val="0"/>
                                <w:bCs w:val="0"/>
                                <w:color w:val="FFFFFF" w:themeColor="background1"/>
                                <w:sz w:val="64"/>
                                <w:szCs w:val="6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35pt;margin-top:338.65pt;height:65pt;width:295.2pt;z-index:251634688;mso-width-relative:page;mso-height-relative:page;" filled="f" stroked="f" coordsize="21600,21600" o:gfxdata="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qbWOWNoAAAALAQAADwAAAAAAAAABACAAAAAiAAAAZHJzL2Rvd25yZXYueG1sUEsBAhQA&#10;FAAAAAgAh07iQHKeZUwpAgAAJA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Impact" w:hAnsi="Impact" w:cs="Impact" w:eastAsiaTheme="minorEastAsia"/>
                          <w:b w:val="0"/>
                          <w:bCs w:val="0"/>
                          <w:color w:val="FFFFFF" w:themeColor="background1"/>
                          <w:sz w:val="64"/>
                          <w:szCs w:val="6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Impact" w:hAnsi="Impact" w:cs="Impact"/>
                          <w:b w:val="0"/>
                          <w:bCs w:val="0"/>
                          <w:color w:val="FFFFFF" w:themeColor="background1"/>
                          <w:sz w:val="64"/>
                          <w:szCs w:val="6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PERSONAL</w:t>
                      </w:r>
                      <w:r>
                        <w:rPr>
                          <w:rFonts w:hint="eastAsia" w:ascii="Impact" w:hAnsi="Impact" w:cs="Impact"/>
                          <w:b w:val="0"/>
                          <w:bCs w:val="0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Impact" w:hAnsi="Impact" w:cs="Impact"/>
                          <w:b w:val="0"/>
                          <w:bCs w:val="0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Impact" w:hAnsi="Impact" w:cs="Impact"/>
                          <w:b w:val="0"/>
                          <w:bCs w:val="0"/>
                          <w:color w:val="FFFFFF" w:themeColor="background1"/>
                          <w:sz w:val="64"/>
                          <w:szCs w:val="6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6550660</wp:posOffset>
                </wp:positionV>
                <wp:extent cx="2727960" cy="1852930"/>
                <wp:effectExtent l="0" t="0" r="0" b="0"/>
                <wp:wrapNone/>
                <wp:docPr id="16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960" cy="1852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700" w:lineRule="exact"/>
                              <w:jc w:val="both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/>
                                <w:kern w:val="2"/>
                                <w:sz w:val="28"/>
                                <w:szCs w:val="28"/>
                              </w:rPr>
                              <w:t xml:space="preserve">姓    名：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/>
                                <w:kern w:val="2"/>
                                <w:sz w:val="28"/>
                                <w:szCs w:val="28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70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/>
                                <w:kern w:val="2"/>
                                <w:sz w:val="28"/>
                                <w:szCs w:val="28"/>
                              </w:rPr>
                              <w:t>求职意向： 市场销售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700" w:lineRule="exact"/>
                              <w:jc w:val="both"/>
                              <w:rPr>
                                <w:rFonts w:hint="eastAsia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/>
                                <w:kern w:val="2"/>
                                <w:sz w:val="28"/>
                                <w:szCs w:val="28"/>
                              </w:rPr>
                              <w:t>联系电话： 1231231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0000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70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/>
                                <w:kern w:val="2"/>
                                <w:sz w:val="28"/>
                                <w:szCs w:val="28"/>
                              </w:rPr>
                              <w:t>电子邮箱： 123123@qq.com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121.05pt;margin-top:515.8pt;height:145.9pt;width:214.8pt;z-index:251631616;mso-width-relative:page;mso-height-relative:page;" filled="f" stroked="f" coordsize="21600,21600" o:gfxdata="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AVPkd0AAAAN&#10;AQAADwAAAAAAAAABACAAAAAiAAAAZHJzL2Rvd25yZXYueG1sUEsBAhQAFAAAAAgAh07iQNwDUN0X&#10;AgAA+QMAAA4AAAAAAAAAAQAgAAAALA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700" w:lineRule="exact"/>
                        <w:jc w:val="both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/>
                          <w:kern w:val="2"/>
                          <w:sz w:val="28"/>
                          <w:szCs w:val="28"/>
                        </w:rPr>
                        <w:t xml:space="preserve">姓    名：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/>
                          <w:kern w:val="2"/>
                          <w:sz w:val="28"/>
                          <w:szCs w:val="28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70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/>
                          <w:kern w:val="2"/>
                          <w:sz w:val="28"/>
                          <w:szCs w:val="28"/>
                        </w:rPr>
                        <w:t>求职意向： 市场销售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700" w:lineRule="exact"/>
                        <w:jc w:val="both"/>
                        <w:rPr>
                          <w:rFonts w:hint="eastAsia" w:eastAsia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/>
                          <w:kern w:val="2"/>
                          <w:sz w:val="28"/>
                          <w:szCs w:val="28"/>
                        </w:rPr>
                        <w:t>联系电话： 1231231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/>
                          <w:kern w:val="2"/>
                          <w:sz w:val="28"/>
                          <w:szCs w:val="28"/>
                          <w:lang w:val="en-US" w:eastAsia="zh-CN"/>
                        </w:rPr>
                        <w:t>0000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70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/>
                          <w:kern w:val="2"/>
                          <w:sz w:val="28"/>
                          <w:szCs w:val="28"/>
                        </w:rPr>
                        <w:t>电子邮箱： 123123@qq.com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C9574E"/>
    <w:rsid w:val="00596B54"/>
    <w:rsid w:val="00974D0F"/>
    <w:rsid w:val="00D02722"/>
    <w:rsid w:val="0BB618C6"/>
    <w:rsid w:val="124E38EE"/>
    <w:rsid w:val="24E21D07"/>
    <w:rsid w:val="31850BBC"/>
    <w:rsid w:val="32E92651"/>
    <w:rsid w:val="33062476"/>
    <w:rsid w:val="3CAD214B"/>
    <w:rsid w:val="4134028C"/>
    <w:rsid w:val="4FC9574E"/>
    <w:rsid w:val="501C4371"/>
    <w:rsid w:val="524D6563"/>
    <w:rsid w:val="5F9E1678"/>
    <w:rsid w:val="6C545E4C"/>
    <w:rsid w:val="76A7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&#23553;&#38754;+&#31616;&#21382;+&#33258;&#33616;&#20449;+&#23553;&#24213;&#27714;&#32844;&#31616;&#21382;&#22871;&#39184;&#39118;&#26684;&#31616;&#21382;028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简历封面+简历+自荐信+封底求职简历套餐风格简历028.docx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2017-07-08T04:47:00Z</dcterms:created>
  <dc:creator>kedao</dc:creator>
  <cp:lastModifiedBy>WPS_1528193819</cp:lastModifiedBy>
  <dcterms:modified xsi:type="dcterms:W3CDTF">2018-07-26T05:53:57Z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